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22AF0725" w14:textId="5C4B8052" w:rsidR="00BD10C5" w:rsidRPr="00BD10C5" w:rsidRDefault="00B7608B" w:rsidP="00BD10C5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BD10C5" w:rsidRPr="00BD10C5">
              <w:t>Viljandi Vallavalitsus</w:t>
            </w:r>
          </w:p>
          <w:p w14:paraId="119C2CE4" w14:textId="619C296F" w:rsidR="00E85637" w:rsidRDefault="00BD10C5" w:rsidP="00BD10C5">
            <w:pPr>
              <w:framePr w:w="9582" w:h="2155" w:wrap="notBeside" w:vAnchor="page" w:hAnchor="page" w:x="1702" w:y="3063"/>
            </w:pPr>
            <w:r w:rsidRPr="00BD10C5">
              <w:t xml:space="preserve">viljandivald@viljandivald.ee 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630A805C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3-2.1/2023</w:t>
            </w:r>
            <w:r w:rsidR="00574BB2">
              <w:rPr>
                <w:noProof/>
              </w:rPr>
              <w:t>/63</w:t>
            </w:r>
            <w:r w:rsidR="00BD10C5">
              <w:rPr>
                <w:noProof/>
              </w:rPr>
              <w:t>60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2DC65" w14:textId="77777777" w:rsidR="00BD10C5" w:rsidRPr="00BD10C5" w:rsidRDefault="00BD10C5" w:rsidP="00BD10C5">
      <w:pPr>
        <w:rPr>
          <w:b/>
          <w:kern w:val="28"/>
        </w:rPr>
      </w:pPr>
      <w:r w:rsidRPr="00BD10C5">
        <w:rPr>
          <w:b/>
          <w:kern w:val="28"/>
        </w:rPr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D10C5">
        <w:rPr>
          <w:b/>
          <w:kern w:val="28"/>
        </w:rPr>
        <w:instrText xml:space="preserve"> FORMTEXT </w:instrText>
      </w:r>
      <w:r w:rsidRPr="00BD10C5">
        <w:rPr>
          <w:b/>
          <w:kern w:val="28"/>
        </w:rPr>
      </w:r>
      <w:r w:rsidRPr="00BD10C5">
        <w:rPr>
          <w:b/>
          <w:kern w:val="28"/>
        </w:rPr>
        <w:fldChar w:fldCharType="separate"/>
      </w:r>
      <w:r w:rsidRPr="00BD10C5">
        <w:rPr>
          <w:b/>
          <w:kern w:val="28"/>
        </w:rPr>
        <w:t>Taotlus Viljandi vallale kuuluva tee</w:t>
      </w:r>
    </w:p>
    <w:p w14:paraId="7B4DBA26" w14:textId="77777777" w:rsidR="00BD10C5" w:rsidRPr="00BD10C5" w:rsidRDefault="00BD10C5" w:rsidP="00BD10C5">
      <w:pPr>
        <w:rPr>
          <w:b/>
          <w:kern w:val="28"/>
        </w:rPr>
      </w:pPr>
      <w:r w:rsidRPr="00BD10C5">
        <w:rPr>
          <w:b/>
          <w:kern w:val="28"/>
        </w:rPr>
        <w:t>kasutamiseks metsamaterjali väljaveoks</w:t>
      </w:r>
      <w:r w:rsidRPr="00BD10C5">
        <w:rPr>
          <w:b/>
          <w:kern w:val="28"/>
        </w:rPr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416075CD" w14:textId="77777777" w:rsidR="00BD10C5" w:rsidRDefault="00BD10C5">
      <w:pPr>
        <w:rPr>
          <w:sz w:val="26"/>
        </w:rPr>
      </w:pPr>
    </w:p>
    <w:p w14:paraId="2822402D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179BAF8B" w14:textId="77777777" w:rsidR="00BD10C5" w:rsidRPr="00BD10C5" w:rsidRDefault="00BD10C5" w:rsidP="00BD10C5">
      <w:pPr>
        <w:jc w:val="both"/>
        <w:rPr>
          <w:b/>
        </w:rPr>
      </w:pPr>
      <w:r w:rsidRPr="00BD10C5">
        <w:t xml:space="preserve">Palun võimalusel luba järgmiste Viljandi valla teede kasutamiseks metsamaterjali veoks (lubatud suurim autorongi mass 52 tonni) alates </w:t>
      </w:r>
      <w:r w:rsidRPr="00BD10C5">
        <w:rPr>
          <w:b/>
        </w:rPr>
        <w:t>16.10.2023 – 30.11.2023.</w:t>
      </w:r>
    </w:p>
    <w:p w14:paraId="4AAA2CCE" w14:textId="77777777" w:rsidR="00BD10C5" w:rsidRPr="00BD10C5" w:rsidRDefault="00BD10C5" w:rsidP="00BD10C5">
      <w:pPr>
        <w:jc w:val="both"/>
        <w:rPr>
          <w:b/>
        </w:rPr>
      </w:pPr>
    </w:p>
    <w:p w14:paraId="7D85B559" w14:textId="77777777" w:rsidR="00BD10C5" w:rsidRPr="00BD10C5" w:rsidRDefault="00BD10C5" w:rsidP="00BD10C5">
      <w:pPr>
        <w:jc w:val="both"/>
        <w:rPr>
          <w:b/>
        </w:rPr>
      </w:pPr>
      <w:r w:rsidRPr="00BD10C5">
        <w:rPr>
          <w:b/>
        </w:rPr>
        <w:t>Raassilla - Panni tee ( nr. 7970516 )</w:t>
      </w:r>
    </w:p>
    <w:p w14:paraId="0D8B015C" w14:textId="77777777" w:rsidR="00BD10C5" w:rsidRPr="00BD10C5" w:rsidRDefault="00BD10C5" w:rsidP="00BD10C5">
      <w:pPr>
        <w:jc w:val="both"/>
        <w:rPr>
          <w:b/>
        </w:rPr>
      </w:pPr>
    </w:p>
    <w:p w14:paraId="28BFDACC" w14:textId="77777777" w:rsidR="00BD10C5" w:rsidRPr="00BD10C5" w:rsidRDefault="00BD10C5" w:rsidP="00BD10C5">
      <w:pPr>
        <w:jc w:val="both"/>
        <w:rPr>
          <w:bCs/>
        </w:rPr>
      </w:pPr>
      <w:r w:rsidRPr="00BD10C5">
        <w:rPr>
          <w:bCs/>
        </w:rPr>
        <w:t>Kasutusluba palun ca 0,7 km pikkusele lõigule ( Lisas sinisega, riigimaanteest kuni RMK teeni)</w:t>
      </w:r>
    </w:p>
    <w:p w14:paraId="63399CAC" w14:textId="77777777" w:rsidR="00BD10C5" w:rsidRPr="00BD10C5" w:rsidRDefault="00BD10C5" w:rsidP="00BD10C5">
      <w:pPr>
        <w:jc w:val="both"/>
      </w:pPr>
    </w:p>
    <w:p w14:paraId="343C6726" w14:textId="77777777" w:rsidR="00BD10C5" w:rsidRPr="00BD10C5" w:rsidRDefault="00BD10C5" w:rsidP="00BD10C5">
      <w:pPr>
        <w:jc w:val="both"/>
      </w:pPr>
    </w:p>
    <w:p w14:paraId="0C4DEF87" w14:textId="77777777" w:rsidR="00BD10C5" w:rsidRPr="00BD10C5" w:rsidRDefault="00BD10C5" w:rsidP="00BD10C5">
      <w:pPr>
        <w:jc w:val="both"/>
      </w:pPr>
      <w:r w:rsidRPr="00BD10C5">
        <w:t>Vedusid organiseerib logistik Ülla Tomp (tel.nr. 51 42 243)</w:t>
      </w:r>
    </w:p>
    <w:p w14:paraId="24EAD5E7" w14:textId="77777777" w:rsidR="00BD10C5" w:rsidRPr="00BD10C5" w:rsidRDefault="00BD10C5" w:rsidP="00BD10C5">
      <w:pPr>
        <w:jc w:val="both"/>
      </w:pPr>
    </w:p>
    <w:p w14:paraId="601CB9CF" w14:textId="77777777" w:rsidR="00BD10C5" w:rsidRPr="00BD10C5" w:rsidRDefault="00BD10C5" w:rsidP="00BD10C5">
      <w:pPr>
        <w:jc w:val="both"/>
        <w:rPr>
          <w:b/>
        </w:rPr>
      </w:pPr>
      <w:r w:rsidRPr="00BD10C5">
        <w:t>Vedudel kasutatavate autode nimekiri lisatud</w:t>
      </w:r>
      <w:r w:rsidRPr="00BD10C5">
        <w:rPr>
          <w:b/>
        </w:rPr>
        <w:t>.</w:t>
      </w:r>
    </w:p>
    <w:p w14:paraId="4911318F" w14:textId="77777777" w:rsidR="00BD10C5" w:rsidRPr="00BD10C5" w:rsidRDefault="00BD10C5" w:rsidP="00BD10C5">
      <w:pPr>
        <w:jc w:val="both"/>
      </w:pPr>
      <w:r w:rsidRPr="00BD10C5">
        <w:t>Asukoha skeem lisatud.</w:t>
      </w:r>
    </w:p>
    <w:p w14:paraId="4504D44A" w14:textId="4B935ABE" w:rsidR="001D139F" w:rsidRDefault="001D139F"/>
    <w:p w14:paraId="655101D5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B1988B3" w14:textId="77777777" w:rsidR="00864926" w:rsidRDefault="00864926" w:rsidP="00817427">
      <w:pPr>
        <w:jc w:val="both"/>
        <w:rPr>
          <w:szCs w:val="24"/>
        </w:rPr>
      </w:pPr>
    </w:p>
    <w:p w14:paraId="3C3AA9FF" w14:textId="661A69DD" w:rsidR="00E85637" w:rsidRDefault="00E85637" w:rsidP="00817427">
      <w:pPr>
        <w:jc w:val="both"/>
      </w:pPr>
    </w:p>
    <w:p w14:paraId="1E5C41C4" w14:textId="77777777" w:rsidR="00817427" w:rsidRDefault="00817427" w:rsidP="00817427">
      <w:pPr>
        <w:jc w:val="both"/>
      </w:pPr>
    </w:p>
    <w:p w14:paraId="31985EB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D75C24F" w14:textId="77777777" w:rsidR="00E85637" w:rsidRDefault="00E85637"/>
    <w:p w14:paraId="69AC1CE6" w14:textId="77777777" w:rsidR="00E85637" w:rsidRDefault="00E85637"/>
    <w:p w14:paraId="0ADD9958" w14:textId="0E8F490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4C2234">
        <w:rPr>
          <w:spacing w:val="0"/>
          <w:position w:val="0"/>
        </w:rPr>
      </w:r>
      <w:r w:rsidR="004C2234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2508D1F" w14:textId="77777777" w:rsidR="00E85637" w:rsidRDefault="00E85637"/>
    <w:p w14:paraId="1742DB65" w14:textId="77777777" w:rsidR="00E85637" w:rsidRDefault="00E85637">
      <w:pPr>
        <w:rPr>
          <w:sz w:val="14"/>
        </w:rPr>
      </w:pPr>
    </w:p>
    <w:p w14:paraId="7AE7725A" w14:textId="77777777" w:rsidR="00E85637" w:rsidRDefault="00E85637">
      <w:pPr>
        <w:rPr>
          <w:sz w:val="2"/>
        </w:rPr>
      </w:pPr>
    </w:p>
    <w:p w14:paraId="415C3FC7" w14:textId="7F9EB6C9" w:rsidR="00BD10C5" w:rsidRPr="00BD10C5" w:rsidRDefault="00864926" w:rsidP="00BD10C5">
      <w:r w:rsidRPr="00864926"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BD10C5" w:rsidRPr="00BD10C5">
        <w:t>Herkki Kauts</w:t>
      </w:r>
    </w:p>
    <w:p w14:paraId="0B077B5B" w14:textId="77777777" w:rsidR="00BD10C5" w:rsidRPr="00BD10C5" w:rsidRDefault="00BD10C5" w:rsidP="00BD10C5">
      <w:r w:rsidRPr="00BD10C5">
        <w:t>RMK Edela regioon</w:t>
      </w:r>
    </w:p>
    <w:p w14:paraId="3913FF2B" w14:textId="77777777" w:rsidR="00BD10C5" w:rsidRPr="00BD10C5" w:rsidRDefault="00BD10C5" w:rsidP="00BD10C5">
      <w:r w:rsidRPr="00BD10C5">
        <w:t>Viljandimaa varumisjuht</w:t>
      </w:r>
    </w:p>
    <w:p w14:paraId="2EA9B0DF" w14:textId="042AB061" w:rsidR="00E85637" w:rsidRDefault="00864926">
      <w:r w:rsidRPr="00864926">
        <w:fldChar w:fldCharType="end"/>
      </w:r>
    </w:p>
    <w:p w14:paraId="3EF31887" w14:textId="77777777" w:rsidR="00E85637" w:rsidRDefault="00E85637"/>
    <w:p w14:paraId="1E813045" w14:textId="77777777" w:rsidR="00E85637" w:rsidRDefault="00E85637"/>
    <w:p w14:paraId="5D257705" w14:textId="77777777" w:rsidR="00E85637" w:rsidRDefault="00E85637"/>
    <w:p w14:paraId="48B05A57" w14:textId="0942C49E" w:rsidR="00BD10C5" w:rsidRPr="00BD10C5" w:rsidRDefault="00864926" w:rsidP="00BD10C5">
      <w:r w:rsidRPr="00864926"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BD10C5" w:rsidRPr="00BD10C5">
        <w:t>526 3396</w:t>
      </w:r>
      <w:r w:rsidR="00BD10C5">
        <w:t xml:space="preserve">, </w:t>
      </w:r>
      <w:r w:rsidR="00BD10C5" w:rsidRPr="00BD10C5">
        <w:t>herkki.kauts@rmk.ee</w:t>
      </w:r>
    </w:p>
    <w:p w14:paraId="5389E422" w14:textId="2D37FDCC" w:rsidR="00864926" w:rsidRPr="00864926" w:rsidRDefault="00864926" w:rsidP="00864926">
      <w:r w:rsidRPr="00864926">
        <w:fldChar w:fldCharType="end"/>
      </w:r>
    </w:p>
    <w:sectPr w:rsidR="00864926" w:rsidRPr="0086492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7BAA" w14:textId="77777777" w:rsidR="00C72BDD" w:rsidRDefault="00C72BDD">
      <w:r>
        <w:separator/>
      </w:r>
    </w:p>
  </w:endnote>
  <w:endnote w:type="continuationSeparator" w:id="0">
    <w:p w14:paraId="2F957B36" w14:textId="77777777" w:rsidR="00C72BDD" w:rsidRDefault="00C72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5B7E8" w14:textId="77777777" w:rsidR="00C72BDD" w:rsidRDefault="00C72BDD">
      <w:r>
        <w:separator/>
      </w:r>
    </w:p>
  </w:footnote>
  <w:footnote w:type="continuationSeparator" w:id="0">
    <w:p w14:paraId="51BAEA84" w14:textId="77777777" w:rsidR="00C72BDD" w:rsidRDefault="00C72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57FC6"/>
    <w:rsid w:val="00084B1B"/>
    <w:rsid w:val="000A42B8"/>
    <w:rsid w:val="000D31BC"/>
    <w:rsid w:val="0015432F"/>
    <w:rsid w:val="00187A2D"/>
    <w:rsid w:val="001956F4"/>
    <w:rsid w:val="001D139F"/>
    <w:rsid w:val="001E4AC0"/>
    <w:rsid w:val="001E574A"/>
    <w:rsid w:val="00231DFB"/>
    <w:rsid w:val="00274D7C"/>
    <w:rsid w:val="002D03C6"/>
    <w:rsid w:val="003212B7"/>
    <w:rsid w:val="00326150"/>
    <w:rsid w:val="00356C40"/>
    <w:rsid w:val="00360D6D"/>
    <w:rsid w:val="003A08B0"/>
    <w:rsid w:val="00436506"/>
    <w:rsid w:val="00491E34"/>
    <w:rsid w:val="004C2234"/>
    <w:rsid w:val="004F4F69"/>
    <w:rsid w:val="004F7A94"/>
    <w:rsid w:val="00574BB2"/>
    <w:rsid w:val="005E3DCC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3191F"/>
    <w:rsid w:val="00845FCB"/>
    <w:rsid w:val="00864926"/>
    <w:rsid w:val="008B1038"/>
    <w:rsid w:val="008C0A3A"/>
    <w:rsid w:val="009025DB"/>
    <w:rsid w:val="009549A2"/>
    <w:rsid w:val="009854AC"/>
    <w:rsid w:val="009B3991"/>
    <w:rsid w:val="009B3ECA"/>
    <w:rsid w:val="009D3F3A"/>
    <w:rsid w:val="009F608F"/>
    <w:rsid w:val="00A02E3A"/>
    <w:rsid w:val="00A4227C"/>
    <w:rsid w:val="00A9445B"/>
    <w:rsid w:val="00AA3A61"/>
    <w:rsid w:val="00AA6DA9"/>
    <w:rsid w:val="00AB0C9E"/>
    <w:rsid w:val="00B21EEA"/>
    <w:rsid w:val="00B36ECD"/>
    <w:rsid w:val="00B4080A"/>
    <w:rsid w:val="00B7608B"/>
    <w:rsid w:val="00BD10C5"/>
    <w:rsid w:val="00BE1106"/>
    <w:rsid w:val="00BF0803"/>
    <w:rsid w:val="00C00FCF"/>
    <w:rsid w:val="00C20765"/>
    <w:rsid w:val="00C32B5E"/>
    <w:rsid w:val="00C52479"/>
    <w:rsid w:val="00C67247"/>
    <w:rsid w:val="00C72BDD"/>
    <w:rsid w:val="00C82385"/>
    <w:rsid w:val="00C96083"/>
    <w:rsid w:val="00C973B7"/>
    <w:rsid w:val="00CF0857"/>
    <w:rsid w:val="00DF304D"/>
    <w:rsid w:val="00E367C6"/>
    <w:rsid w:val="00E85637"/>
    <w:rsid w:val="00EA58C5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1</TotalTime>
  <Pages>1</Pages>
  <Words>88</Words>
  <Characters>813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900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2023-10-13T08:38:00Z</dcterms:created>
  <dcterms:modified xsi:type="dcterms:W3CDTF">2023-10-13T08:38:00Z</dcterms:modified>
</cp:coreProperties>
</file>